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407" w:rsidRDefault="00374407" w:rsidP="007F06EC">
      <w:pPr>
        <w:pStyle w:val="ListParagraph"/>
        <w:spacing w:line="360" w:lineRule="auto"/>
        <w:ind w:left="360"/>
        <w:jc w:val="center"/>
        <w:rPr>
          <w:b/>
          <w:bCs/>
          <w:sz w:val="32"/>
          <w:szCs w:val="32"/>
        </w:rPr>
      </w:pP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4pt;margin-top:23.15pt;width:38.5pt;height:36pt;z-index:251655168" strokeweight="2.25pt">
            <v:stroke dashstyle="1 1" endcap="round"/>
            <v:textbox style="mso-next-textbox:#_x0000_s1026">
              <w:txbxContent>
                <w:p w:rsidR="00374407" w:rsidRDefault="00374407" w:rsidP="00CB2F27">
                  <w:r w:rsidRPr="007F4D5E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gPreview" o:spid="_x0000_i1026" type="#_x0000_t75" alt="akadeemilised,äriasjad,ettevõtted,katkised pliiatsid,kontoritarbed,koolitarbed,pliiatsid" style="width:27pt;height:27pt">
                        <v:imagedata r:id="rId7" r:href="rId8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7" type="#_x0000_t202" style="position:absolute;left:0;text-align:left;margin-left:203.5pt;margin-top:23.15pt;width:44pt;height:36pt;z-index:251656192" strokeweight="2.25pt">
            <v:stroke dashstyle="1 1" endcap="round"/>
            <v:textbox style="mso-next-textbox:#_x0000_s1027">
              <w:txbxContent>
                <w:p w:rsidR="00374407" w:rsidRDefault="00374407" w:rsidP="00CB2F27">
                  <w:r w:rsidRPr="007F4D5E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pict>
                      <v:shape id="_x0000_i1028" type="#_x0000_t75" alt="akadeemiline,raamat,kärbitud pildid,haridus,kodutöö,keeled,õppimine,avatud raamat,PNG,lugemine,kool,tekst,tekstid,läbipaistev taust,sõnad,kirjasõna" style="width:27pt;height:27pt">
                        <v:imagedata r:id="rId9" r:href="rId10"/>
                      </v:shape>
                    </w:pict>
                  </w:r>
                </w:p>
              </w:txbxContent>
            </v:textbox>
          </v:shape>
        </w:pict>
      </w:r>
      <w:r>
        <w:rPr>
          <w:b/>
          <w:bCs/>
          <w:sz w:val="32"/>
          <w:szCs w:val="32"/>
        </w:rPr>
        <w:t>VARES KEEDAB HERNE-SUPPI</w:t>
      </w:r>
    </w:p>
    <w:p w:rsidR="00374407" w:rsidRPr="00DF7C78" w:rsidRDefault="00374407" w:rsidP="00DF7C78">
      <w:pPr>
        <w:pStyle w:val="ListParagraph"/>
        <w:numPr>
          <w:ilvl w:val="0"/>
          <w:numId w:val="1"/>
        </w:num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LOE JA LÕPETA LAUSE.</w:t>
      </w:r>
    </w:p>
    <w:p w:rsidR="00374407" w:rsidRPr="00DF7C78" w:rsidRDefault="00374407" w:rsidP="00DF7C78">
      <w:pPr>
        <w:spacing w:line="360" w:lineRule="auto"/>
        <w:rPr>
          <w:sz w:val="32"/>
          <w:szCs w:val="32"/>
        </w:rPr>
      </w:pPr>
      <w:r w:rsidRPr="00DF7C78">
        <w:rPr>
          <w:sz w:val="32"/>
          <w:szCs w:val="32"/>
        </w:rPr>
        <w:t>ÜHEL PÄEVAL MÕTLES VARES: „</w:t>
      </w:r>
      <w:r>
        <w:rPr>
          <w:sz w:val="32"/>
          <w:szCs w:val="32"/>
        </w:rPr>
        <w:t>TAHAN KEETA ………………………………. .“</w:t>
      </w:r>
    </w:p>
    <w:p w:rsidR="00374407" w:rsidRDefault="00374407" w:rsidP="00DF7C78">
      <w:pPr>
        <w:spacing w:line="360" w:lineRule="auto"/>
        <w:rPr>
          <w:sz w:val="32"/>
          <w:szCs w:val="32"/>
        </w:rPr>
      </w:pPr>
      <w:r w:rsidRPr="00DF7C78">
        <w:rPr>
          <w:sz w:val="32"/>
          <w:szCs w:val="32"/>
        </w:rPr>
        <w:t>HIIR KÜSIS VARESELT: „</w:t>
      </w:r>
      <w:r>
        <w:rPr>
          <w:sz w:val="32"/>
          <w:szCs w:val="32"/>
        </w:rPr>
        <w:t xml:space="preserve">MIDA SA  </w:t>
      </w:r>
      <w:r w:rsidRPr="00DF7C78">
        <w:rPr>
          <w:sz w:val="32"/>
          <w:szCs w:val="32"/>
        </w:rPr>
        <w:t>…………………</w:t>
      </w:r>
      <w:r>
        <w:rPr>
          <w:sz w:val="32"/>
          <w:szCs w:val="32"/>
        </w:rPr>
        <w:t>……… VARES?“</w:t>
      </w:r>
    </w:p>
    <w:p w:rsidR="00374407" w:rsidRDefault="00374407" w:rsidP="00DF7C7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HIIR ÕPETAS: „ </w:t>
      </w:r>
      <w:smartTag w:uri="urn:schemas-microsoft-com:office:smarttags" w:element="stockticker">
        <w:r>
          <w:rPr>
            <w:sz w:val="32"/>
            <w:szCs w:val="32"/>
          </w:rPr>
          <w:t>TEE</w:t>
        </w:r>
      </w:smartTag>
      <w:r>
        <w:rPr>
          <w:sz w:val="32"/>
          <w:szCs w:val="32"/>
        </w:rPr>
        <w:t xml:space="preserve"> NAGU ………………………………….!</w:t>
      </w:r>
    </w:p>
    <w:p w:rsidR="00374407" w:rsidRDefault="00374407" w:rsidP="00DF7C7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PANE HERNES ……………………………. !</w:t>
      </w:r>
      <w:r>
        <w:rPr>
          <w:sz w:val="32"/>
          <w:szCs w:val="32"/>
        </w:rPr>
        <w:tab/>
      </w:r>
    </w:p>
    <w:p w:rsidR="00374407" w:rsidRPr="007F06EC" w:rsidRDefault="00374407" w:rsidP="00DF7C78">
      <w:pPr>
        <w:spacing w:line="360" w:lineRule="auto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                          VARSTI KASVAB PALJU …………………!“</w:t>
      </w:r>
      <w:r>
        <w:rPr>
          <w:sz w:val="32"/>
          <w:szCs w:val="32"/>
        </w:rPr>
        <w:tab/>
      </w:r>
    </w:p>
    <w:p w:rsidR="00374407" w:rsidRPr="007F06EC" w:rsidRDefault="00374407" w:rsidP="00DF7C7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noProof/>
          <w:lang w:val="en-US"/>
        </w:rPr>
        <w:pict>
          <v:shape id="_x0000_s1028" type="#_x0000_t202" style="position:absolute;left:0;text-align:left;margin-left:236.5pt;margin-top:10.1pt;width:43.5pt;height:48.3pt;z-index:251658240;mso-wrap-style:none" strokeweight="2.25pt">
            <v:stroke dashstyle="1 1" endcap="round"/>
            <v:textbox style="mso-next-textbox:#_x0000_s1028;mso-fit-shape-to-text:t">
              <w:txbxContent>
                <w:p w:rsidR="00374407" w:rsidRDefault="00374407" w:rsidP="00CB2F27">
                  <w:r w:rsidRPr="007F4D5E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pict>
                      <v:shape id="_x0000_i1030" type="#_x0000_t75" alt="akadeemilised,äriasjad,ettevõtted,katkised pliiatsid,kontoritarbed,koolitarbed,pliiatsid" style="width:27pt;height:27pt">
                        <v:imagedata r:id="rId7" r:href="rId11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9" type="#_x0000_t202" style="position:absolute;left:0;text-align:left;margin-left:176pt;margin-top:10.1pt;width:43.5pt;height:48.3pt;z-index:251657216;mso-wrap-style:none" strokeweight="2.25pt">
            <v:stroke dashstyle="1 1" endcap="round"/>
            <v:textbox style="mso-next-textbox:#_x0000_s1029;mso-fit-shape-to-text:t">
              <w:txbxContent>
                <w:p w:rsidR="00374407" w:rsidRDefault="00374407" w:rsidP="00CB2F27">
                  <w:r w:rsidRPr="007F4D5E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pict>
                      <v:shape id="_x0000_i1032" type="#_x0000_t75" alt="akadeemiline,raamat,kärbitud pildid,haridus,kodutöö,keeled,õppimine,avatud raamat,PNG,lugemine,kool,tekst,tekstid,läbipaistev taust,sõnad,kirjasõna" style="width:27pt;height:27pt">
                        <v:imagedata r:id="rId9" r:href="rId12"/>
                      </v:shape>
                    </w:pict>
                  </w:r>
                </w:p>
              </w:txbxContent>
            </v:textbox>
          </v:shape>
        </w:pict>
      </w:r>
      <w:r>
        <w:rPr>
          <w:b/>
          <w:bCs/>
          <w:sz w:val="32"/>
          <w:szCs w:val="32"/>
        </w:rPr>
        <w:t xml:space="preserve">LOE LAUSED.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Pr="007F06EC">
        <w:rPr>
          <w:sz w:val="28"/>
          <w:szCs w:val="28"/>
        </w:rPr>
        <w:t>VAATA SLAID 4</w:t>
      </w:r>
    </w:p>
    <w:p w:rsidR="00374407" w:rsidRDefault="00374407" w:rsidP="00B76C85">
      <w:pPr>
        <w:spacing w:line="360" w:lineRule="auto"/>
        <w:ind w:left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JÄRJESTA LAUSED. </w:t>
      </w:r>
    </w:p>
    <w:p w:rsidR="00374407" w:rsidRPr="00B76C85" w:rsidRDefault="00374407" w:rsidP="00B76C85">
      <w:pPr>
        <w:spacing w:line="360" w:lineRule="auto"/>
        <w:ind w:left="720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LÕPUKS  </w:t>
      </w:r>
      <w:r w:rsidRPr="00DF7C78">
        <w:rPr>
          <w:sz w:val="32"/>
          <w:szCs w:val="32"/>
        </w:rPr>
        <w:t>TEGI TULE ALLA.</w:t>
      </w:r>
      <w:r>
        <w:rPr>
          <w:sz w:val="32"/>
          <w:szCs w:val="32"/>
        </w:rPr>
        <w:t xml:space="preserve"> VARES</w:t>
      </w:r>
      <w:r w:rsidRPr="00DF7C78">
        <w:rPr>
          <w:sz w:val="32"/>
          <w:szCs w:val="32"/>
        </w:rPr>
        <w:t xml:space="preserve"> KALLAS VETT. </w:t>
      </w:r>
      <w:r>
        <w:rPr>
          <w:sz w:val="32"/>
          <w:szCs w:val="32"/>
        </w:rPr>
        <w:t xml:space="preserve"> SIIS TA </w:t>
      </w:r>
      <w:r w:rsidRPr="00DF7C78">
        <w:rPr>
          <w:sz w:val="32"/>
          <w:szCs w:val="32"/>
        </w:rPr>
        <w:t>VÕTTIS POTI.</w:t>
      </w:r>
      <w:r w:rsidRPr="00E45E7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TA </w:t>
      </w:r>
      <w:r w:rsidRPr="00DF7C78">
        <w:rPr>
          <w:sz w:val="32"/>
          <w:szCs w:val="32"/>
        </w:rPr>
        <w:t>PANI HERNE MULDA.</w:t>
      </w:r>
    </w:p>
    <w:p w:rsidR="00374407" w:rsidRDefault="00374407" w:rsidP="00565B80">
      <w:pPr>
        <w:spacing w:line="360" w:lineRule="auto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Pr="00DF7C78">
        <w:rPr>
          <w:sz w:val="32"/>
          <w:szCs w:val="32"/>
        </w:rPr>
        <w:t>VARES LENDAS PÕLLULE.</w:t>
      </w:r>
    </w:p>
    <w:p w:rsidR="00374407" w:rsidRDefault="00374407" w:rsidP="00D40312">
      <w:pPr>
        <w:pStyle w:val="ListParagraph"/>
        <w:spacing w:line="360" w:lineRule="auto"/>
        <w:ind w:left="360"/>
        <w:rPr>
          <w:sz w:val="32"/>
          <w:szCs w:val="32"/>
        </w:rPr>
      </w:pPr>
      <w:r>
        <w:rPr>
          <w:sz w:val="32"/>
          <w:szCs w:val="32"/>
        </w:rPr>
        <w:t>2. …………………………………………………………………………………………………..</w:t>
      </w:r>
    </w:p>
    <w:p w:rsidR="00374407" w:rsidRDefault="00374407" w:rsidP="00D4031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…………………………………………………………………………………………………..</w:t>
      </w:r>
    </w:p>
    <w:p w:rsidR="00374407" w:rsidRDefault="00374407" w:rsidP="00D4031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…………………………………………………………………………………………………..</w:t>
      </w:r>
    </w:p>
    <w:p w:rsidR="00374407" w:rsidRDefault="00374407" w:rsidP="00D4031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…………………………………………………………………………………………………..</w:t>
      </w:r>
    </w:p>
    <w:p w:rsidR="00374407" w:rsidRDefault="00374407" w:rsidP="00D40312">
      <w:pPr>
        <w:pStyle w:val="ListParagraph"/>
        <w:spacing w:line="360" w:lineRule="auto"/>
        <w:ind w:left="360"/>
        <w:rPr>
          <w:sz w:val="32"/>
          <w:szCs w:val="32"/>
        </w:rPr>
      </w:pPr>
      <w:r>
        <w:rPr>
          <w:noProof/>
          <w:lang w:val="en-US"/>
        </w:rPr>
        <w:pict>
          <v:shape id="_x0000_s1030" type="#_x0000_t202" style="position:absolute;left:0;text-align:left;margin-left:349.55pt;margin-top:8.05pt;width:44.3pt;height:49.1pt;z-index:251660288;mso-wrap-style:none" strokeweight="2.25pt">
            <v:stroke dashstyle="1 1" endcap="round"/>
            <v:textbox style="mso-next-textbox:#_x0000_s1030;mso-fit-shape-to-text:t">
              <w:txbxContent>
                <w:p w:rsidR="00374407" w:rsidRDefault="00374407" w:rsidP="00CB2F27">
                  <w:r w:rsidRPr="007F4D5E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pict>
                      <v:shape id="_x0000_i1034" type="#_x0000_t75" alt="akadeemilised,äriasjad,ettevõtted,katkised pliiatsid,kontoritarbed,koolitarbed,pliiatsid" style="width:27pt;height:27pt">
                        <v:imagedata r:id="rId7" r:href="rId13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1" type="#_x0000_t202" style="position:absolute;left:0;text-align:left;margin-left:294.9pt;margin-top:8.05pt;width:44.3pt;height:49.1pt;z-index:251659264;mso-wrap-style:none" strokeweight="2.25pt">
            <v:stroke dashstyle="1 1" endcap="round"/>
            <v:textbox style="mso-next-textbox:#_x0000_s1031;mso-fit-shape-to-text:t">
              <w:txbxContent>
                <w:p w:rsidR="00374407" w:rsidRDefault="00374407" w:rsidP="00CB2F27">
                  <w:r w:rsidRPr="007F4D5E">
                    <w:rPr>
                      <w:rFonts w:ascii="Segoe UI" w:hAnsi="Segoe UI" w:cs="Segoe UI"/>
                      <w:color w:val="666666"/>
                      <w:sz w:val="15"/>
                      <w:szCs w:val="15"/>
                    </w:rPr>
                    <w:pict>
                      <v:shape id="_x0000_i1036" type="#_x0000_t75" alt="akadeemiline,raamat,kärbitud pildid,haridus,kodutöö,keeled,õppimine,avatud raamat,PNG,lugemine,kool,tekst,tekstid,läbipaistev taust,sõnad,kirjasõna" style="width:27pt;height:27pt">
                        <v:imagedata r:id="rId9" r:href="rId14"/>
                      </v:shape>
                    </w:pict>
                  </w:r>
                </w:p>
              </w:txbxContent>
            </v:textbox>
          </v:shape>
        </w:pict>
      </w:r>
    </w:p>
    <w:p w:rsidR="00374407" w:rsidRDefault="00374407" w:rsidP="00D40312">
      <w:pPr>
        <w:pStyle w:val="ListParagraph"/>
        <w:numPr>
          <w:ilvl w:val="0"/>
          <w:numId w:val="3"/>
        </w:num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LEIA NELI PEIDUS SÕNA.</w:t>
      </w:r>
    </w:p>
    <w:p w:rsidR="00374407" w:rsidRDefault="00374407" w:rsidP="00E45E74">
      <w:pPr>
        <w:spacing w:line="360" w:lineRule="auto"/>
        <w:ind w:left="360"/>
        <w:rPr>
          <w:sz w:val="32"/>
          <w:szCs w:val="32"/>
        </w:rPr>
      </w:pPr>
      <w:r>
        <w:rPr>
          <w:sz w:val="32"/>
          <w:szCs w:val="32"/>
        </w:rPr>
        <w:t>VARESITERNMÕTLESVBTRGHKEETABMISRHERNE-SUPPIMASMBRGS</w:t>
      </w:r>
    </w:p>
    <w:p w:rsidR="00374407" w:rsidRDefault="00374407" w:rsidP="00E45E74">
      <w:pPr>
        <w:spacing w:line="360" w:lineRule="auto"/>
        <w:ind w:left="360"/>
        <w:rPr>
          <w:sz w:val="32"/>
          <w:szCs w:val="32"/>
        </w:rPr>
      </w:pPr>
      <w:r>
        <w:rPr>
          <w:sz w:val="32"/>
          <w:szCs w:val="32"/>
        </w:rPr>
        <w:t>VARES EI SAANUD SUPPI, SEST TAL OLI AINULT ………………… HERNES.</w:t>
      </w:r>
    </w:p>
    <w:sectPr w:rsidR="00374407" w:rsidSect="0016314B">
      <w:head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407" w:rsidRDefault="00374407" w:rsidP="00CD6537">
      <w:pPr>
        <w:spacing w:after="0" w:line="240" w:lineRule="auto"/>
      </w:pPr>
      <w:r>
        <w:separator/>
      </w:r>
    </w:p>
  </w:endnote>
  <w:endnote w:type="continuationSeparator" w:id="0">
    <w:p w:rsidR="00374407" w:rsidRDefault="00374407" w:rsidP="00CD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407" w:rsidRDefault="00374407" w:rsidP="00CD6537">
      <w:pPr>
        <w:spacing w:after="0" w:line="240" w:lineRule="auto"/>
      </w:pPr>
      <w:r>
        <w:separator/>
      </w:r>
    </w:p>
  </w:footnote>
  <w:footnote w:type="continuationSeparator" w:id="0">
    <w:p w:rsidR="00374407" w:rsidRDefault="00374407" w:rsidP="00CD6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407" w:rsidRDefault="003744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55D64"/>
    <w:multiLevelType w:val="hybridMultilevel"/>
    <w:tmpl w:val="2AC8983A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C3FE8"/>
    <w:multiLevelType w:val="hybridMultilevel"/>
    <w:tmpl w:val="23E683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72575"/>
    <w:multiLevelType w:val="hybridMultilevel"/>
    <w:tmpl w:val="26C6BF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537"/>
    <w:rsid w:val="00055BC1"/>
    <w:rsid w:val="0016314B"/>
    <w:rsid w:val="001D65DE"/>
    <w:rsid w:val="00374407"/>
    <w:rsid w:val="003F0BB1"/>
    <w:rsid w:val="00465E06"/>
    <w:rsid w:val="005163A4"/>
    <w:rsid w:val="0052581E"/>
    <w:rsid w:val="00565B80"/>
    <w:rsid w:val="0059414B"/>
    <w:rsid w:val="006A234F"/>
    <w:rsid w:val="00703779"/>
    <w:rsid w:val="00780661"/>
    <w:rsid w:val="007F06EC"/>
    <w:rsid w:val="007F4D5E"/>
    <w:rsid w:val="008D4F87"/>
    <w:rsid w:val="009A580E"/>
    <w:rsid w:val="00A049EC"/>
    <w:rsid w:val="00A11E1E"/>
    <w:rsid w:val="00A65E56"/>
    <w:rsid w:val="00AA4272"/>
    <w:rsid w:val="00B635ED"/>
    <w:rsid w:val="00B76C85"/>
    <w:rsid w:val="00CB2F27"/>
    <w:rsid w:val="00CD6537"/>
    <w:rsid w:val="00D40312"/>
    <w:rsid w:val="00D61A64"/>
    <w:rsid w:val="00DA6A7E"/>
    <w:rsid w:val="00DF7C78"/>
    <w:rsid w:val="00E14331"/>
    <w:rsid w:val="00E45E74"/>
    <w:rsid w:val="00E9555B"/>
    <w:rsid w:val="00F30D62"/>
    <w:rsid w:val="00FB2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E06"/>
    <w:pPr>
      <w:spacing w:after="200" w:line="276" w:lineRule="auto"/>
    </w:pPr>
    <w:rPr>
      <w:rFonts w:cs="Calibri"/>
      <w:lang w:val="et-E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D6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537"/>
  </w:style>
  <w:style w:type="paragraph" w:styleId="Footer">
    <w:name w:val="footer"/>
    <w:basedOn w:val="Normal"/>
    <w:link w:val="FooterChar"/>
    <w:uiPriority w:val="99"/>
    <w:semiHidden/>
    <w:rsid w:val="00CD6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6537"/>
  </w:style>
  <w:style w:type="paragraph" w:styleId="BalloonText">
    <w:name w:val="Balloon Text"/>
    <w:basedOn w:val="Normal"/>
    <w:link w:val="BalloonTextChar"/>
    <w:uiPriority w:val="99"/>
    <w:semiHidden/>
    <w:rsid w:val="00CD6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5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F7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69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officeimg.vo.msecnd.net/en-us/images/MH900351933.jpg" TargetMode="External"/><Relationship Id="rId13" Type="http://schemas.openxmlformats.org/officeDocument/2006/relationships/image" Target="http://officeimg.vo.msecnd.net/en-us/images/MH900351933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http://officeimg.vo.msecnd.net/en-us/images/MH900441734.jp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officeimg.vo.msecnd.net/en-us/images/MH900351933.jp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http://officeimg.vo.msecnd.net/en-us/images/MH900441734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http://officeimg.vo.msecnd.net/en-us/images/MH900441734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1</Pages>
  <Words>112</Words>
  <Characters>645</Characters>
  <Application>Microsoft Office Outlook</Application>
  <DocSecurity>0</DocSecurity>
  <Lines>0</Lines>
  <Paragraphs>0</Paragraphs>
  <ScaleCrop>false</ScaleCrop>
  <Company>Kool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Õpetaja</dc:creator>
  <cp:keywords/>
  <dc:description/>
  <cp:lastModifiedBy>Liivi Lubi</cp:lastModifiedBy>
  <cp:revision>13</cp:revision>
  <dcterms:created xsi:type="dcterms:W3CDTF">2011-08-07T16:25:00Z</dcterms:created>
  <dcterms:modified xsi:type="dcterms:W3CDTF">2012-03-31T17:43:00Z</dcterms:modified>
</cp:coreProperties>
</file>